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906" w:rsidRPr="004E3FE6" w:rsidRDefault="00B17906" w:rsidP="000D217B">
      <w:pPr>
        <w:pStyle w:val="ListNumber"/>
        <w:tabs>
          <w:tab w:val="left" w:pos="7088"/>
        </w:tabs>
        <w:spacing w:before="0"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№ 01 </w:t>
      </w:r>
      <w:r w:rsidRPr="00E47AA8">
        <w:rPr>
          <w:b/>
          <w:bCs/>
          <w:sz w:val="24"/>
        </w:rPr>
        <w:t xml:space="preserve"> </w:t>
      </w:r>
      <w:r>
        <w:rPr>
          <w:b/>
          <w:bCs/>
          <w:sz w:val="24"/>
        </w:rPr>
        <w:t>И</w:t>
      </w:r>
      <w:r w:rsidRPr="006E235F">
        <w:rPr>
          <w:b/>
          <w:bCs/>
          <w:sz w:val="24"/>
        </w:rPr>
        <w:t xml:space="preserve">ЗВЕЩЕНИЕ О ПРОВЕДЕНИИ ОТКРЫТОГО ЗАПРОСА </w:t>
      </w:r>
      <w:r>
        <w:rPr>
          <w:b/>
          <w:bCs/>
          <w:sz w:val="24"/>
        </w:rPr>
        <w:t>ЦЕН</w:t>
      </w:r>
      <w:r w:rsidRPr="006E235F">
        <w:rPr>
          <w:b/>
          <w:bCs/>
          <w:sz w:val="24"/>
        </w:rPr>
        <w:t xml:space="preserve"> </w:t>
      </w:r>
      <w:r>
        <w:rPr>
          <w:b/>
          <w:bCs/>
          <w:sz w:val="24"/>
        </w:rPr>
        <w:t>НА ПОСТАВКУ</w:t>
      </w:r>
      <w:r w:rsidRPr="00EC3962">
        <w:rPr>
          <w:b/>
          <w:bCs/>
          <w:sz w:val="24"/>
        </w:rPr>
        <w:t xml:space="preserve"> </w:t>
      </w:r>
      <w:r>
        <w:rPr>
          <w:b/>
          <w:bCs/>
          <w:sz w:val="24"/>
        </w:rPr>
        <w:t>МАТЕРИАЛОВ ДЛЯ ПРОВЕДЕНИЯ РЕМОНТНЫХ РАБОТ</w:t>
      </w:r>
    </w:p>
    <w:p w:rsidR="00B17906" w:rsidRDefault="00B17906" w:rsidP="000D217B">
      <w:pPr>
        <w:jc w:val="center"/>
      </w:pPr>
      <w:r w:rsidRPr="00910976">
        <w:t xml:space="preserve">Запрос </w:t>
      </w:r>
      <w:r>
        <w:t>цен</w:t>
      </w:r>
      <w:r w:rsidRPr="00910976">
        <w:t xml:space="preserve"> №</w:t>
      </w:r>
      <w:r>
        <w:t xml:space="preserve">01 </w:t>
      </w:r>
      <w:r w:rsidRPr="00144C3D">
        <w:t>от</w:t>
      </w:r>
      <w:r>
        <w:t xml:space="preserve"> 19.05.2017</w:t>
      </w:r>
      <w:r w:rsidRPr="00144C3D">
        <w:t xml:space="preserve"> г.</w:t>
      </w:r>
    </w:p>
    <w:p w:rsidR="00B17906" w:rsidRPr="000160C1" w:rsidRDefault="00B17906" w:rsidP="000D217B">
      <w:pPr>
        <w:jc w:val="center"/>
      </w:pPr>
    </w:p>
    <w:p w:rsidR="00B17906" w:rsidRDefault="00B17906" w:rsidP="000D217B">
      <w:pPr>
        <w:jc w:val="both"/>
      </w:pPr>
      <w:r>
        <w:t xml:space="preserve">1. </w:t>
      </w:r>
      <w:r w:rsidRPr="000160C1">
        <w:t xml:space="preserve">Заказчик и Организатор </w:t>
      </w:r>
      <w:r>
        <w:t>ООО</w:t>
      </w:r>
      <w:r w:rsidRPr="000160C1">
        <w:t xml:space="preserve"> «</w:t>
      </w:r>
      <w:r>
        <w:t>Импульс</w:t>
      </w:r>
      <w:r w:rsidRPr="000160C1">
        <w:t>» 6400</w:t>
      </w:r>
      <w:r>
        <w:t>00</w:t>
      </w:r>
      <w:r w:rsidRPr="000160C1">
        <w:t>, Курганская обл., г.</w:t>
      </w:r>
      <w:r>
        <w:t xml:space="preserve"> Курган, ул.Куйбышева 57-9,</w:t>
      </w:r>
      <w:r w:rsidRPr="000160C1">
        <w:t xml:space="preserve"> проводит конкурентную процедуру запроса </w:t>
      </w:r>
      <w:r>
        <w:t>цен</w:t>
      </w:r>
      <w:r w:rsidRPr="000160C1">
        <w:t xml:space="preserve">, и в этой связи приглашает юридических лиц и частных предпринимателей (далее — </w:t>
      </w:r>
      <w:r>
        <w:t>Участники</w:t>
      </w:r>
      <w:r w:rsidRPr="000160C1">
        <w:t>) подав</w:t>
      </w:r>
      <w:r>
        <w:t>ать свои предложения на поставку материалов для проведения в 2017 году ремонтных работ ВЛ-110кВ «Петропавловск-Петухово»</w:t>
      </w:r>
      <w:r w:rsidRPr="00E47AA8">
        <w:t>:</w:t>
      </w:r>
      <w:r>
        <w:t xml:space="preserve"> </w:t>
      </w:r>
    </w:p>
    <w:tbl>
      <w:tblPr>
        <w:tblW w:w="9760" w:type="dxa"/>
        <w:tblInd w:w="98" w:type="dxa"/>
        <w:tblLook w:val="00A0"/>
      </w:tblPr>
      <w:tblGrid>
        <w:gridCol w:w="864"/>
        <w:gridCol w:w="2551"/>
        <w:gridCol w:w="4105"/>
        <w:gridCol w:w="1175"/>
        <w:gridCol w:w="1065"/>
      </w:tblGrid>
      <w:tr w:rsidR="00B17906" w:rsidRPr="004E3FE6" w:rsidTr="00D31FF5">
        <w:trPr>
          <w:trHeight w:val="904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906" w:rsidRPr="004E3FE6" w:rsidRDefault="00B17906" w:rsidP="00D31FF5">
            <w:pPr>
              <w:jc w:val="center"/>
              <w:rPr>
                <w:b/>
                <w:bCs/>
              </w:rPr>
            </w:pPr>
            <w:r w:rsidRPr="004E3FE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06" w:rsidRPr="004E3FE6" w:rsidRDefault="00B17906" w:rsidP="00D31FF5">
            <w:pPr>
              <w:jc w:val="center"/>
              <w:rPr>
                <w:b/>
                <w:bCs/>
              </w:rPr>
            </w:pPr>
            <w:r w:rsidRPr="004E3FE6">
              <w:rPr>
                <w:b/>
                <w:bCs/>
                <w:sz w:val="22"/>
                <w:szCs w:val="22"/>
              </w:rPr>
              <w:t>Наименование и техническая характеристика МТР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06" w:rsidRPr="004E3FE6" w:rsidRDefault="00B17906" w:rsidP="00D31FF5">
            <w:pPr>
              <w:jc w:val="center"/>
              <w:rPr>
                <w:b/>
                <w:bCs/>
              </w:rPr>
            </w:pPr>
            <w:r w:rsidRPr="004E3FE6">
              <w:rPr>
                <w:b/>
                <w:bCs/>
                <w:sz w:val="22"/>
                <w:szCs w:val="22"/>
              </w:rPr>
              <w:t>Тип, марка оборудования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06" w:rsidRPr="004E3FE6" w:rsidRDefault="00B17906" w:rsidP="00D31FF5">
            <w:pPr>
              <w:jc w:val="center"/>
              <w:rPr>
                <w:b/>
                <w:bCs/>
              </w:rPr>
            </w:pPr>
            <w:r w:rsidRPr="004E3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17906" w:rsidRPr="004E3FE6" w:rsidRDefault="00B17906" w:rsidP="00D31FF5">
            <w:pPr>
              <w:jc w:val="center"/>
              <w:rPr>
                <w:b/>
                <w:bCs/>
              </w:rPr>
            </w:pPr>
            <w:r w:rsidRPr="004E3FE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B17906" w:rsidRPr="004E3FE6" w:rsidTr="00D31FF5">
        <w:trPr>
          <w:trHeight w:val="46"/>
        </w:trPr>
        <w:tc>
          <w:tcPr>
            <w:tcW w:w="976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17906" w:rsidRPr="004E3FE6" w:rsidRDefault="00B17906" w:rsidP="00D31FF5">
            <w:pPr>
              <w:rPr>
                <w:b/>
              </w:rPr>
            </w:pPr>
            <w:r w:rsidRPr="004E3FE6">
              <w:rPr>
                <w:b/>
                <w:sz w:val="22"/>
                <w:szCs w:val="22"/>
              </w:rPr>
              <w:t xml:space="preserve">Грузополучатель – </w:t>
            </w:r>
            <w:r>
              <w:rPr>
                <w:b/>
                <w:sz w:val="22"/>
                <w:szCs w:val="22"/>
              </w:rPr>
              <w:t>ООО «Импульс»</w:t>
            </w:r>
          </w:p>
          <w:p w:rsidR="00B17906" w:rsidRPr="007E0A3F" w:rsidRDefault="00B17906" w:rsidP="00D31FF5">
            <w:pPr>
              <w:rPr>
                <w:b/>
                <w:bCs/>
              </w:rPr>
            </w:pPr>
            <w:r w:rsidRPr="004E3FE6">
              <w:rPr>
                <w:b/>
                <w:sz w:val="22"/>
                <w:szCs w:val="22"/>
              </w:rPr>
              <w:t xml:space="preserve">Почтовый адрес Грузополучателя: </w:t>
            </w:r>
            <w:smartTag w:uri="urn:schemas-microsoft-com:office:smarttags" w:element="metricconverter">
              <w:smartTagPr>
                <w:attr w:name="ProductID" w:val="640020, г"/>
              </w:smartTagPr>
              <w:r w:rsidRPr="004E3FE6">
                <w:rPr>
                  <w:b/>
                  <w:sz w:val="22"/>
                  <w:szCs w:val="22"/>
                </w:rPr>
                <w:t>6400</w:t>
              </w:r>
              <w:r>
                <w:rPr>
                  <w:b/>
                  <w:sz w:val="22"/>
                  <w:szCs w:val="22"/>
                </w:rPr>
                <w:t>20</w:t>
              </w:r>
              <w:r w:rsidRPr="004E3FE6">
                <w:rPr>
                  <w:b/>
                  <w:sz w:val="22"/>
                  <w:szCs w:val="22"/>
                </w:rPr>
                <w:t>, г</w:t>
              </w:r>
            </w:smartTag>
            <w:r w:rsidRPr="004E3FE6">
              <w:rPr>
                <w:b/>
                <w:sz w:val="22"/>
                <w:szCs w:val="22"/>
              </w:rPr>
              <w:t xml:space="preserve">. Курган, </w:t>
            </w:r>
            <w:r>
              <w:rPr>
                <w:b/>
                <w:sz w:val="22"/>
                <w:szCs w:val="22"/>
              </w:rPr>
              <w:t>ул. Советская,31, 20 ОПС, а/я 2473</w:t>
            </w:r>
          </w:p>
        </w:tc>
      </w:tr>
      <w:tr w:rsidR="00B17906" w:rsidRPr="004E3FE6" w:rsidTr="00D31FF5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4E3FE6" w:rsidRDefault="00B17906" w:rsidP="00D31FF5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1E27CE" w:rsidRDefault="00B17906" w:rsidP="00D31FF5">
            <w:pPr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Гаситель вибрации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1E27CE" w:rsidRDefault="00B17906" w:rsidP="00D31FF5">
            <w:pPr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 xml:space="preserve">ГВ </w:t>
            </w:r>
            <w:r>
              <w:rPr>
                <w:b/>
                <w:sz w:val="22"/>
                <w:szCs w:val="22"/>
              </w:rPr>
              <w:t xml:space="preserve">4534-02М </w:t>
            </w:r>
            <w:r w:rsidRPr="001E27CE">
              <w:rPr>
                <w:b/>
                <w:sz w:val="22"/>
                <w:szCs w:val="22"/>
              </w:rPr>
              <w:t>на трос С-50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06" w:rsidRPr="001E27CE" w:rsidRDefault="00B17906" w:rsidP="00D31FF5">
            <w:pPr>
              <w:jc w:val="center"/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17906" w:rsidRPr="001E27CE" w:rsidRDefault="00B17906" w:rsidP="00D31FF5">
            <w:pPr>
              <w:jc w:val="center"/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104</w:t>
            </w:r>
          </w:p>
        </w:tc>
      </w:tr>
      <w:tr w:rsidR="00B17906" w:rsidRPr="004E3FE6" w:rsidTr="00D31FF5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4E3FE6" w:rsidRDefault="00B17906" w:rsidP="00D31FF5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1E27CE" w:rsidRDefault="00B17906" w:rsidP="00D31FF5">
            <w:pPr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Изолятор линейный подвесной стеклянный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1E27CE" w:rsidRDefault="00B17906" w:rsidP="00D31FF5">
            <w:pPr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ПС-70Е(1</w:t>
            </w:r>
            <w:r>
              <w:rPr>
                <w:b/>
                <w:sz w:val="22"/>
                <w:szCs w:val="22"/>
              </w:rPr>
              <w:t>46</w:t>
            </w:r>
            <w:r w:rsidRPr="001E27C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06" w:rsidRPr="001E27CE" w:rsidRDefault="00B17906" w:rsidP="00D31FF5">
            <w:pPr>
              <w:jc w:val="center"/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17906" w:rsidRPr="001E27CE" w:rsidRDefault="00B17906" w:rsidP="00D31FF5">
            <w:pPr>
              <w:jc w:val="center"/>
              <w:rPr>
                <w:b/>
              </w:rPr>
            </w:pPr>
            <w:r w:rsidRPr="001E27CE">
              <w:rPr>
                <w:b/>
              </w:rPr>
              <w:t>364</w:t>
            </w:r>
          </w:p>
        </w:tc>
      </w:tr>
      <w:tr w:rsidR="00B17906" w:rsidRPr="004E3FE6" w:rsidTr="00D31FF5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4E3FE6" w:rsidRDefault="00B17906" w:rsidP="00D31FF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1E27CE" w:rsidRDefault="00B17906" w:rsidP="00D31FF5">
            <w:pPr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 xml:space="preserve">Зажим поддерживающий глухой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1E27CE" w:rsidRDefault="00B17906" w:rsidP="00D31FF5">
            <w:pPr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ПГН-5-3</w:t>
            </w:r>
            <w:r>
              <w:rPr>
                <w:b/>
                <w:sz w:val="22"/>
                <w:szCs w:val="22"/>
              </w:rPr>
              <w:t xml:space="preserve"> Ж на провод 300/39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06" w:rsidRPr="001E27CE" w:rsidRDefault="00B17906" w:rsidP="00D31FF5">
            <w:pPr>
              <w:jc w:val="center"/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17906" w:rsidRPr="001E27CE" w:rsidRDefault="00B17906" w:rsidP="00D31FF5">
            <w:pPr>
              <w:jc w:val="center"/>
              <w:rPr>
                <w:b/>
              </w:rPr>
            </w:pPr>
            <w:r w:rsidRPr="001E27CE">
              <w:rPr>
                <w:b/>
              </w:rPr>
              <w:t>52</w:t>
            </w:r>
          </w:p>
        </w:tc>
      </w:tr>
      <w:tr w:rsidR="00B17906" w:rsidRPr="004E3FE6" w:rsidTr="00D31FF5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4E3FE6" w:rsidRDefault="00B17906" w:rsidP="00D31FF5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1E27CE" w:rsidRDefault="00B17906" w:rsidP="00D31FF5">
            <w:pPr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Серьга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1E27CE" w:rsidRDefault="00B17906" w:rsidP="00D31FF5">
            <w:pPr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СРС-7-16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06" w:rsidRPr="001E27CE" w:rsidRDefault="00B17906" w:rsidP="00D31FF5">
            <w:pPr>
              <w:jc w:val="center"/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17906" w:rsidRPr="001E27CE" w:rsidRDefault="00B17906" w:rsidP="00D31FF5">
            <w:pPr>
              <w:jc w:val="center"/>
              <w:rPr>
                <w:b/>
              </w:rPr>
            </w:pPr>
            <w:r w:rsidRPr="001E27CE">
              <w:rPr>
                <w:b/>
              </w:rPr>
              <w:t>52</w:t>
            </w:r>
          </w:p>
        </w:tc>
      </w:tr>
      <w:tr w:rsidR="00B17906" w:rsidRPr="004E3FE6" w:rsidTr="00D31FF5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4E3FE6" w:rsidRDefault="00B17906" w:rsidP="00D31FF5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1E27CE" w:rsidRDefault="00B17906" w:rsidP="00D31FF5">
            <w:pPr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Скоба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1E27CE" w:rsidRDefault="00B17906" w:rsidP="00D31FF5">
            <w:pPr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СК</w:t>
            </w:r>
            <w:r>
              <w:rPr>
                <w:b/>
                <w:sz w:val="22"/>
                <w:szCs w:val="22"/>
              </w:rPr>
              <w:t>Д</w:t>
            </w:r>
            <w:r w:rsidRPr="001E27CE">
              <w:rPr>
                <w:b/>
                <w:sz w:val="22"/>
                <w:szCs w:val="22"/>
              </w:rPr>
              <w:t>-1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06" w:rsidRPr="001E27CE" w:rsidRDefault="00B17906" w:rsidP="00D31FF5">
            <w:pPr>
              <w:jc w:val="center"/>
              <w:rPr>
                <w:b/>
              </w:rPr>
            </w:pPr>
            <w:r w:rsidRPr="001E27CE">
              <w:rPr>
                <w:b/>
                <w:sz w:val="22"/>
                <w:szCs w:val="22"/>
              </w:rPr>
              <w:t>шт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17906" w:rsidRPr="001E27CE" w:rsidRDefault="00B17906" w:rsidP="00D31FF5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B17906" w:rsidRPr="004E3FE6" w:rsidTr="00D31FF5">
        <w:trPr>
          <w:trHeight w:val="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4E3FE6" w:rsidRDefault="00B17906" w:rsidP="00D31FF5">
            <w:pPr>
              <w:jc w:val="center"/>
            </w:pPr>
            <w: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090CE1" w:rsidRDefault="00B17906" w:rsidP="00D31FF5">
            <w:pPr>
              <w:rPr>
                <w:b/>
              </w:rPr>
            </w:pPr>
            <w:r w:rsidRPr="00090CE1">
              <w:rPr>
                <w:b/>
                <w:sz w:val="22"/>
                <w:szCs w:val="22"/>
              </w:rPr>
              <w:t>Грозотрос С-50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090CE1" w:rsidRDefault="00B17906" w:rsidP="00D31FF5">
            <w:pPr>
              <w:rPr>
                <w:b/>
              </w:rPr>
            </w:pPr>
            <w:r w:rsidRPr="00090CE1">
              <w:rPr>
                <w:b/>
                <w:sz w:val="22"/>
                <w:szCs w:val="22"/>
              </w:rPr>
              <w:t>Д9.2 МЗ-В-ОЖ-Н-Р СТо71915393-ТУ 062-2008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906" w:rsidRPr="00090CE1" w:rsidRDefault="00B17906" w:rsidP="00D31FF5">
            <w:pPr>
              <w:jc w:val="center"/>
              <w:rPr>
                <w:b/>
              </w:rPr>
            </w:pPr>
            <w:r w:rsidRPr="00090CE1">
              <w:rPr>
                <w:b/>
                <w:sz w:val="22"/>
                <w:szCs w:val="22"/>
              </w:rPr>
              <w:t>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17906" w:rsidRPr="00090CE1" w:rsidRDefault="00B17906" w:rsidP="00D31FF5">
            <w:pPr>
              <w:jc w:val="center"/>
              <w:rPr>
                <w:b/>
              </w:rPr>
            </w:pPr>
            <w:r w:rsidRPr="00090CE1">
              <w:rPr>
                <w:b/>
              </w:rPr>
              <w:t>7200</w:t>
            </w:r>
          </w:p>
        </w:tc>
      </w:tr>
    </w:tbl>
    <w:p w:rsidR="00B17906" w:rsidRDefault="00B17906" w:rsidP="000D217B">
      <w:pPr>
        <w:ind w:left="180" w:right="201"/>
        <w:jc w:val="both"/>
        <w:rPr>
          <w:b/>
        </w:rPr>
      </w:pPr>
    </w:p>
    <w:p w:rsidR="00B17906" w:rsidRDefault="00B17906" w:rsidP="001E27CE">
      <w:pPr>
        <w:jc w:val="both"/>
      </w:pPr>
      <w:r>
        <w:t xml:space="preserve">2.    По итогам проведенного запроса цен Заказчик имеет право изменить количество </w:t>
      </w:r>
    </w:p>
    <w:p w:rsidR="00B17906" w:rsidRDefault="00B17906" w:rsidP="001E27CE">
      <w:pPr>
        <w:jc w:val="both"/>
      </w:pPr>
      <w:r>
        <w:t>приобретаемой продукции в зависимости от выделенного финансирования и сложившейся цены, как в сторону увеличения, так и в сторону уменьшения количества продукции,</w:t>
      </w:r>
      <w:r w:rsidRPr="006E76B6">
        <w:t xml:space="preserve"> </w:t>
      </w:r>
      <w:r>
        <w:t>но не более чем на 20%.</w:t>
      </w:r>
    </w:p>
    <w:p w:rsidR="00B17906" w:rsidRDefault="00B17906" w:rsidP="001E27CE">
      <w:pPr>
        <w:jc w:val="both"/>
      </w:pPr>
      <w:r>
        <w:t>3.  Условия оплаты: расчет осуществляется в  течение  15  дней   после  получения Покупателем каждой партии товара, накладных и оригинала  счет – фактуры.</w:t>
      </w:r>
    </w:p>
    <w:p w:rsidR="00B17906" w:rsidRPr="004060FF" w:rsidRDefault="00B17906" w:rsidP="000D217B">
      <w:pPr>
        <w:spacing w:before="120" w:after="120"/>
        <w:jc w:val="both"/>
      </w:pPr>
      <w:r w:rsidRPr="002042EE">
        <w:rPr>
          <w:b/>
        </w:rPr>
        <w:t>Особые требования:</w:t>
      </w:r>
    </w:p>
    <w:p w:rsidR="00B17906" w:rsidRPr="006C07DD" w:rsidRDefault="00B17906" w:rsidP="00310E80">
      <w:pPr>
        <w:jc w:val="both"/>
      </w:pPr>
      <w:r w:rsidRPr="00310E80">
        <w:rPr>
          <w:b/>
        </w:rPr>
        <w:t>Продукция должна быть новой</w:t>
      </w:r>
      <w:r w:rsidRPr="006C07DD">
        <w:t>.</w:t>
      </w:r>
    </w:p>
    <w:p w:rsidR="00B17906" w:rsidRPr="006C07DD" w:rsidRDefault="00B17906" w:rsidP="000D217B">
      <w:pPr>
        <w:numPr>
          <w:ilvl w:val="1"/>
          <w:numId w:val="9"/>
        </w:numPr>
        <w:tabs>
          <w:tab w:val="clear" w:pos="1485"/>
          <w:tab w:val="num" w:pos="426"/>
        </w:tabs>
        <w:ind w:left="0" w:firstLine="0"/>
        <w:jc w:val="both"/>
      </w:pPr>
      <w:r w:rsidRPr="006C07DD">
        <w:t>Продукция должна быть изготовлена согласно ГОСТам или ТУ, поставлена с приложением оригиналов документов, подтверждающих качество продукции (паспортов или сертификатов).</w:t>
      </w:r>
    </w:p>
    <w:p w:rsidR="00B17906" w:rsidRPr="006C07DD" w:rsidRDefault="00B17906" w:rsidP="000D217B">
      <w:pPr>
        <w:numPr>
          <w:ilvl w:val="1"/>
          <w:numId w:val="9"/>
        </w:numPr>
        <w:tabs>
          <w:tab w:val="clear" w:pos="1485"/>
          <w:tab w:val="num" w:pos="426"/>
        </w:tabs>
        <w:ind w:left="0" w:firstLine="0"/>
        <w:jc w:val="both"/>
      </w:pPr>
      <w:r>
        <w:t>Д</w:t>
      </w:r>
      <w:r w:rsidRPr="006C07DD">
        <w:t>опускается подача предложений на отдельные позиции или часть объема, по какой - либо из позиций вышеуказанного перечня.</w:t>
      </w:r>
    </w:p>
    <w:p w:rsidR="00B17906" w:rsidRPr="006C07DD" w:rsidRDefault="00B17906" w:rsidP="000D217B">
      <w:pPr>
        <w:numPr>
          <w:ilvl w:val="1"/>
          <w:numId w:val="9"/>
        </w:numPr>
        <w:tabs>
          <w:tab w:val="clear" w:pos="1485"/>
          <w:tab w:val="num" w:pos="426"/>
        </w:tabs>
        <w:ind w:left="0" w:firstLine="0"/>
        <w:jc w:val="both"/>
      </w:pPr>
      <w:r w:rsidRPr="00012F3F">
        <w:t xml:space="preserve">Если Участник </w:t>
      </w:r>
      <w:r>
        <w:t>запроса цен</w:t>
      </w:r>
      <w:r w:rsidRPr="00012F3F">
        <w:t xml:space="preserve"> не является производителем данной продукции, необходимо предоставление письма завода изготовителя (производителя) на полномочия поставок продукции в </w:t>
      </w:r>
      <w:r>
        <w:t>адрес Заказчика.</w:t>
      </w:r>
    </w:p>
    <w:p w:rsidR="00B17906" w:rsidRPr="00B2171A" w:rsidRDefault="00B17906" w:rsidP="000D217B">
      <w:pPr>
        <w:numPr>
          <w:ilvl w:val="1"/>
          <w:numId w:val="9"/>
        </w:numPr>
        <w:tabs>
          <w:tab w:val="clear" w:pos="1485"/>
          <w:tab w:val="num" w:pos="426"/>
        </w:tabs>
        <w:ind w:left="0" w:firstLine="0"/>
        <w:jc w:val="both"/>
      </w:pPr>
      <w:r w:rsidRPr="006C07DD">
        <w:t xml:space="preserve"> Подача альтернативных предложений не допускается.</w:t>
      </w:r>
    </w:p>
    <w:p w:rsidR="00B17906" w:rsidRDefault="00B17906" w:rsidP="000D217B">
      <w:pPr>
        <w:numPr>
          <w:ilvl w:val="1"/>
          <w:numId w:val="9"/>
        </w:numPr>
        <w:tabs>
          <w:tab w:val="clear" w:pos="1485"/>
          <w:tab w:val="num" w:pos="426"/>
        </w:tabs>
        <w:ind w:left="0" w:firstLine="0"/>
        <w:jc w:val="both"/>
      </w:pPr>
      <w:r w:rsidRPr="00B2171A">
        <w:t>В случае не предоставления сведений подтверждающих соответствие техническим требованиям закупки, комиссия вправе отклонить предложение участника.</w:t>
      </w:r>
    </w:p>
    <w:p w:rsidR="00B17906" w:rsidRPr="008A65F8" w:rsidRDefault="00B17906" w:rsidP="000D217B">
      <w:pPr>
        <w:pStyle w:val="a"/>
        <w:tabs>
          <w:tab w:val="left" w:pos="900"/>
          <w:tab w:val="left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6</w:t>
      </w:r>
      <w:r w:rsidRPr="008A65F8">
        <w:rPr>
          <w:sz w:val="24"/>
          <w:szCs w:val="24"/>
        </w:rPr>
        <w:t xml:space="preserve">. </w:t>
      </w:r>
      <w:r w:rsidRPr="00E20E60">
        <w:rPr>
          <w:sz w:val="24"/>
          <w:szCs w:val="24"/>
        </w:rPr>
        <w:t>В случае наличия сведений  об участнике закупки в реестре недобросовестных поставщиков, предусмотренном статьей 5 Федерального закона от 18.07.2011г. № 223-ФЗ "О закупках товаров, работ, услуг отдельными видами юридических лиц", в реестре недобросовестных поставщиков, предусмотренном Федеральным законом №44-ФЗ, комиссия вправе отклонить предложение данного участника.</w:t>
      </w:r>
    </w:p>
    <w:p w:rsidR="00B17906" w:rsidRPr="003768FE" w:rsidRDefault="00B17906" w:rsidP="000D217B">
      <w:pPr>
        <w:jc w:val="both"/>
        <w:rPr>
          <w:highlight w:val="yellow"/>
        </w:rPr>
      </w:pPr>
      <w:r>
        <w:t xml:space="preserve">7.  </w:t>
      </w:r>
      <w:r w:rsidRPr="009F4DD1">
        <w:t>Проду</w:t>
      </w:r>
      <w:r>
        <w:t>кция должна быть поставлена</w:t>
      </w:r>
      <w:r w:rsidRPr="00CE3F0F">
        <w:t xml:space="preserve"> </w:t>
      </w:r>
      <w:r>
        <w:t xml:space="preserve">в </w:t>
      </w:r>
      <w:r w:rsidRPr="00DD2BB1">
        <w:t>течение 30 дней,</w:t>
      </w:r>
      <w:r>
        <w:t xml:space="preserve"> </w:t>
      </w:r>
      <w:r w:rsidRPr="009F4DD1">
        <w:t>на условиях, предусмотренных в спецификации к договору, после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 w:rsidR="00B17906" w:rsidRDefault="00B17906" w:rsidP="000D217B">
      <w:pPr>
        <w:jc w:val="both"/>
      </w:pPr>
      <w:r>
        <w:t xml:space="preserve">8. </w:t>
      </w:r>
      <w:r w:rsidRPr="008802D0">
        <w:t>Стоимость продукции рассчитывается с учетом транспортных расходов, затрат на страхование, уплату налогов, таможенных пошлин, сборов и других обязательных платежей.</w:t>
      </w:r>
    </w:p>
    <w:p w:rsidR="00B17906" w:rsidRPr="00DD2BB1" w:rsidRDefault="00B17906" w:rsidP="000D217B">
      <w:pPr>
        <w:jc w:val="both"/>
      </w:pPr>
      <w:r w:rsidRPr="00DD2BB1">
        <w:t>Превышение начальной (предельной) стоимости может служить основанием для отклонения предложения Участника.</w:t>
      </w:r>
    </w:p>
    <w:p w:rsidR="00B17906" w:rsidRDefault="00B17906" w:rsidP="000D217B">
      <w:pPr>
        <w:jc w:val="both"/>
      </w:pPr>
      <w:r>
        <w:t xml:space="preserve">9. Место доставки: Автомобильным транспортом до склада Грузополучателя,  Курганская область, пгт Варгаши, ПС-500кВ; </w:t>
      </w:r>
    </w:p>
    <w:p w:rsidR="00B17906" w:rsidRDefault="00B17906" w:rsidP="00310E80">
      <w:r>
        <w:t xml:space="preserve">10.   </w:t>
      </w:r>
      <w:r w:rsidRPr="000C1985">
        <w:t xml:space="preserve">Предложения принимаются до 17.00 (местное время), 15.00 (МСК), </w:t>
      </w:r>
      <w:r>
        <w:t>30</w:t>
      </w:r>
      <w:r w:rsidRPr="007E0A3F">
        <w:rPr>
          <w:b/>
        </w:rPr>
        <w:t>.</w:t>
      </w:r>
      <w:r w:rsidRPr="007E0A3F">
        <w:t>0</w:t>
      </w:r>
      <w:r>
        <w:t>6</w:t>
      </w:r>
      <w:r w:rsidRPr="007E0A3F">
        <w:t>.201</w:t>
      </w:r>
      <w:r>
        <w:t>7</w:t>
      </w:r>
      <w:r w:rsidRPr="007E0A3F">
        <w:rPr>
          <w:b/>
        </w:rPr>
        <w:t xml:space="preserve"> </w:t>
      </w:r>
      <w:r w:rsidRPr="007E0A3F">
        <w:t>г</w:t>
      </w:r>
      <w:r w:rsidRPr="000C1985">
        <w:t>. одним из следующих способов:</w:t>
      </w:r>
      <w:r w:rsidRPr="000C1985"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20, г"/>
        </w:smartTagPr>
        <w:r w:rsidRPr="000C1985">
          <w:t>6400</w:t>
        </w:r>
        <w:r>
          <w:t>20, г</w:t>
        </w:r>
      </w:smartTag>
      <w:r>
        <w:t>. Курган, ул. Советская,31, 20 ОПС, а/я 2473;</w:t>
      </w:r>
      <w:r w:rsidRPr="000C1985">
        <w:br/>
        <w:t>- по электронной почте e-mail:</w:t>
      </w:r>
      <w:r>
        <w:rPr>
          <w:lang w:val="en-US"/>
        </w:rPr>
        <w:t>impuls</w:t>
      </w:r>
      <w:r w:rsidRPr="007E0A3F">
        <w:t>-</w:t>
      </w:r>
      <w:r>
        <w:rPr>
          <w:lang w:val="en-US"/>
        </w:rPr>
        <w:t>vl</w:t>
      </w:r>
      <w:r w:rsidRPr="007E0A3F">
        <w:t>-</w:t>
      </w:r>
      <w:r>
        <w:rPr>
          <w:lang w:val="en-US"/>
        </w:rPr>
        <w:t>k</w:t>
      </w:r>
      <w:r w:rsidRPr="007E0A3F">
        <w:t>@</w:t>
      </w:r>
      <w:r>
        <w:rPr>
          <w:lang w:val="en-US"/>
        </w:rPr>
        <w:t>mail</w:t>
      </w:r>
      <w:r w:rsidRPr="007E0A3F">
        <w:t>.</w:t>
      </w:r>
      <w:r>
        <w:rPr>
          <w:lang w:val="en-US"/>
        </w:rPr>
        <w:t>ru</w:t>
      </w:r>
      <w:r w:rsidRPr="000C1985">
        <w:rPr>
          <w:color w:val="0000FF"/>
        </w:rPr>
        <w:t xml:space="preserve"> </w:t>
      </w:r>
      <w:r w:rsidRPr="000C1985">
        <w:t>(по электронной почте документы отсылаются в сканированном виде).</w:t>
      </w:r>
    </w:p>
    <w:p w:rsidR="00B17906" w:rsidRDefault="00B17906" w:rsidP="000D217B">
      <w:pPr>
        <w:jc w:val="both"/>
      </w:pPr>
      <w:r>
        <w:t>11.  Критерием для определения Победителя является наименьшая цена при условии соответствия самого предложения и предлагаемой продукции условиям настоящего запроса цен.</w:t>
      </w:r>
    </w:p>
    <w:p w:rsidR="00B17906" w:rsidRPr="006C2E06" w:rsidRDefault="00B17906" w:rsidP="000D217B">
      <w:pPr>
        <w:jc w:val="both"/>
        <w:rPr>
          <w:rStyle w:val="Hyperlink"/>
        </w:rPr>
      </w:pPr>
      <w:r>
        <w:t>12</w:t>
      </w:r>
      <w:r w:rsidRPr="007A0FE2">
        <w:t xml:space="preserve">.  </w:t>
      </w:r>
      <w:r w:rsidRPr="006C2E06">
        <w:t xml:space="preserve">В случае признания Вашего  предложения, как выигравшего данный запрос </w:t>
      </w:r>
      <w:r>
        <w:t>цен</w:t>
      </w:r>
      <w:r w:rsidRPr="006C2E06">
        <w:t xml:space="preserve">, </w:t>
      </w:r>
      <w:r>
        <w:t xml:space="preserve"> </w:t>
      </w:r>
      <w:r w:rsidRPr="006C2E06">
        <w:t>до</w:t>
      </w:r>
      <w:r>
        <w:t xml:space="preserve"> </w:t>
      </w:r>
      <w:r w:rsidRPr="006C2E06">
        <w:t>заключения договора Вам необходимо предоставить</w:t>
      </w:r>
      <w:r>
        <w:t xml:space="preserve"> в течение двух дней на электронную почту предоставить </w:t>
      </w:r>
      <w:r w:rsidRPr="007A0FE2">
        <w:t>следующие</w:t>
      </w:r>
      <w:r>
        <w:t xml:space="preserve">  </w:t>
      </w:r>
      <w:r w:rsidRPr="007A0FE2">
        <w:t>документы:</w:t>
      </w:r>
      <w:r w:rsidRPr="007A0FE2">
        <w:rPr>
          <w:rStyle w:val="Hyperlink"/>
        </w:rPr>
        <w:t xml:space="preserve"> </w:t>
      </w:r>
    </w:p>
    <w:p w:rsidR="00B17906" w:rsidRPr="00CB1779" w:rsidRDefault="00B17906" w:rsidP="000D217B">
      <w:pPr>
        <w:pStyle w:val="BlockText"/>
        <w:spacing w:before="0" w:line="240" w:lineRule="auto"/>
        <w:ind w:left="0" w:firstLine="0"/>
      </w:pPr>
      <w:r w:rsidRPr="007A0FE2">
        <w:t>-  копию Устава (Учредительного договора, Положения);</w:t>
      </w:r>
    </w:p>
    <w:p w:rsidR="00B17906" w:rsidRPr="007A0FE2" w:rsidRDefault="00B17906" w:rsidP="000D217B">
      <w:pPr>
        <w:pStyle w:val="BlockText"/>
        <w:spacing w:before="0" w:line="240" w:lineRule="auto"/>
        <w:ind w:left="0" w:firstLine="0"/>
      </w:pPr>
      <w:r w:rsidRPr="007A0FE2">
        <w:t>-  копию Свидетельства о государственной регистрации юридического лица;</w:t>
      </w:r>
    </w:p>
    <w:p w:rsidR="00B17906" w:rsidRPr="007A0FE2" w:rsidRDefault="00B17906" w:rsidP="000D217B">
      <w:pPr>
        <w:pStyle w:val="BlockText"/>
        <w:spacing w:before="0" w:line="240" w:lineRule="auto"/>
        <w:ind w:left="0" w:firstLine="0"/>
      </w:pPr>
      <w:r w:rsidRPr="007A0FE2">
        <w:t>-  копию Свидетельства о внесении записи в Единый государственный реестр юридических лиц;</w:t>
      </w:r>
    </w:p>
    <w:p w:rsidR="00B17906" w:rsidRPr="007A0FE2" w:rsidRDefault="00B17906" w:rsidP="000D217B">
      <w:pPr>
        <w:pStyle w:val="BlockText"/>
        <w:spacing w:before="0" w:line="240" w:lineRule="auto"/>
        <w:ind w:left="0" w:firstLine="0"/>
      </w:pPr>
      <w:r w:rsidRPr="007A0FE2">
        <w:t>-  копию Свидетельства о постановке на учет в налоговом органе юридического лица</w:t>
      </w:r>
    </w:p>
    <w:p w:rsidR="00B17906" w:rsidRPr="00427282" w:rsidRDefault="00B17906" w:rsidP="000D217B">
      <w:pPr>
        <w:pStyle w:val="BlockText"/>
        <w:spacing w:before="0" w:line="240" w:lineRule="auto"/>
        <w:ind w:left="0" w:firstLine="0"/>
      </w:pPr>
      <w:r w:rsidRPr="007A0FE2">
        <w:t>- копии документов о назначении руководителя  (протокол Общего собрания, приказ, распоряжение, при необходимости – контракт и т.п.), доверенность.</w:t>
      </w:r>
    </w:p>
    <w:p w:rsidR="00B17906" w:rsidRDefault="00B17906" w:rsidP="000D217B">
      <w:pPr>
        <w:jc w:val="both"/>
      </w:pPr>
      <w:r>
        <w:t>- при необходимости  копию выписки из ЕГРЮЛ, выданную не ранее чем за 6 месяцев.</w:t>
      </w:r>
    </w:p>
    <w:p w:rsidR="00B17906" w:rsidRDefault="00B17906" w:rsidP="000D217B">
      <w:pPr>
        <w:jc w:val="both"/>
      </w:pPr>
      <w:r>
        <w:t>13. Данный запрос цен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B17906" w:rsidRPr="000D217B" w:rsidRDefault="00B17906" w:rsidP="000D217B">
      <w:pPr>
        <w:jc w:val="both"/>
        <w:rPr>
          <w:sz w:val="12"/>
          <w:szCs w:val="12"/>
        </w:rPr>
      </w:pPr>
    </w:p>
    <w:p w:rsidR="00B17906" w:rsidRPr="000D217B" w:rsidRDefault="00B17906" w:rsidP="000D217B">
      <w:pPr>
        <w:jc w:val="both"/>
        <w:rPr>
          <w:sz w:val="12"/>
          <w:szCs w:val="12"/>
        </w:rPr>
      </w:pPr>
    </w:p>
    <w:p w:rsidR="00B17906" w:rsidRPr="000D217B" w:rsidRDefault="00B17906" w:rsidP="000D217B">
      <w:pPr>
        <w:jc w:val="both"/>
        <w:rPr>
          <w:sz w:val="12"/>
          <w:szCs w:val="12"/>
        </w:rPr>
      </w:pPr>
    </w:p>
    <w:p w:rsidR="00B17906" w:rsidRDefault="00B17906"/>
    <w:sectPr w:rsidR="00B17906" w:rsidSect="00860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1F61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6F374F2E"/>
    <w:multiLevelType w:val="hybridMultilevel"/>
    <w:tmpl w:val="CB5C1B8E"/>
    <w:lvl w:ilvl="0" w:tplc="981AAE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276A31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17B"/>
    <w:rsid w:val="00012F3F"/>
    <w:rsid w:val="000160C1"/>
    <w:rsid w:val="00050216"/>
    <w:rsid w:val="00090CE1"/>
    <w:rsid w:val="000C1985"/>
    <w:rsid w:val="000D217B"/>
    <w:rsid w:val="00144C3D"/>
    <w:rsid w:val="001E27CE"/>
    <w:rsid w:val="002042EE"/>
    <w:rsid w:val="00207126"/>
    <w:rsid w:val="002B199A"/>
    <w:rsid w:val="00310E80"/>
    <w:rsid w:val="003768FE"/>
    <w:rsid w:val="004060FF"/>
    <w:rsid w:val="00427282"/>
    <w:rsid w:val="004D28DF"/>
    <w:rsid w:val="004E3FE6"/>
    <w:rsid w:val="004E6E60"/>
    <w:rsid w:val="00560E73"/>
    <w:rsid w:val="006C07DD"/>
    <w:rsid w:val="006C2E06"/>
    <w:rsid w:val="006E235F"/>
    <w:rsid w:val="006E76B6"/>
    <w:rsid w:val="007A0FE2"/>
    <w:rsid w:val="007E0A3F"/>
    <w:rsid w:val="00860CE3"/>
    <w:rsid w:val="008802D0"/>
    <w:rsid w:val="008A65F8"/>
    <w:rsid w:val="00910976"/>
    <w:rsid w:val="009F4DD1"/>
    <w:rsid w:val="00A167ED"/>
    <w:rsid w:val="00A36505"/>
    <w:rsid w:val="00A5314D"/>
    <w:rsid w:val="00B17906"/>
    <w:rsid w:val="00B2171A"/>
    <w:rsid w:val="00B227E9"/>
    <w:rsid w:val="00BB44B8"/>
    <w:rsid w:val="00BD5B02"/>
    <w:rsid w:val="00CB1779"/>
    <w:rsid w:val="00CE3F0F"/>
    <w:rsid w:val="00D31FF5"/>
    <w:rsid w:val="00D72D8C"/>
    <w:rsid w:val="00DD2BB1"/>
    <w:rsid w:val="00DD4A96"/>
    <w:rsid w:val="00DD61B2"/>
    <w:rsid w:val="00DF1259"/>
    <w:rsid w:val="00E20E60"/>
    <w:rsid w:val="00E315E4"/>
    <w:rsid w:val="00E47AA8"/>
    <w:rsid w:val="00EC3962"/>
    <w:rsid w:val="00FB5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17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D217B"/>
    <w:rPr>
      <w:rFonts w:cs="Times New Roman"/>
      <w:color w:val="0000FF"/>
      <w:u w:val="single"/>
    </w:rPr>
  </w:style>
  <w:style w:type="paragraph" w:styleId="ListNumber">
    <w:name w:val="List Number"/>
    <w:basedOn w:val="Normal"/>
    <w:uiPriority w:val="99"/>
    <w:rsid w:val="000D217B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">
    <w:name w:val="Подподпункт"/>
    <w:basedOn w:val="Normal"/>
    <w:link w:val="a0"/>
    <w:uiPriority w:val="99"/>
    <w:rsid w:val="000D217B"/>
    <w:pPr>
      <w:tabs>
        <w:tab w:val="num" w:pos="1701"/>
      </w:tabs>
      <w:spacing w:line="360" w:lineRule="auto"/>
      <w:ind w:left="1701" w:hanging="567"/>
      <w:jc w:val="both"/>
    </w:pPr>
    <w:rPr>
      <w:rFonts w:eastAsia="Calibri"/>
      <w:sz w:val="20"/>
      <w:szCs w:val="20"/>
    </w:rPr>
  </w:style>
  <w:style w:type="paragraph" w:styleId="BlockText">
    <w:name w:val="Block Text"/>
    <w:basedOn w:val="Normal"/>
    <w:uiPriority w:val="99"/>
    <w:rsid w:val="000D217B"/>
    <w:pPr>
      <w:widowControl w:val="0"/>
      <w:autoSpaceDE w:val="0"/>
      <w:autoSpaceDN w:val="0"/>
      <w:adjustRightInd w:val="0"/>
      <w:spacing w:before="240" w:line="260" w:lineRule="auto"/>
      <w:ind w:left="560" w:right="-66" w:firstLine="560"/>
      <w:jc w:val="both"/>
    </w:pPr>
  </w:style>
  <w:style w:type="character" w:customStyle="1" w:styleId="a0">
    <w:name w:val="Подподпункт Знак"/>
    <w:link w:val="a"/>
    <w:uiPriority w:val="99"/>
    <w:locked/>
    <w:rsid w:val="000D217B"/>
    <w:rPr>
      <w:rFonts w:ascii="Times New Roman" w:hAnsi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718</Words>
  <Characters>4093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01  ИЗВЕЩЕНИЕ О ПРОВЕДЕНИИ ОТКРЫТОГО ЗАПРОСА ЦЕН НА ПОСТАВКУ МАТЕРИАЛОВ ДЛЯ ПРОВЕДЕНИЯ РЕМОНТНЫХ РАБОТ</dc:title>
  <dc:subject/>
  <dc:creator>Гость</dc:creator>
  <cp:keywords/>
  <dc:description/>
  <cp:lastModifiedBy>User1</cp:lastModifiedBy>
  <cp:revision>3</cp:revision>
  <dcterms:created xsi:type="dcterms:W3CDTF">2017-05-23T09:46:00Z</dcterms:created>
  <dcterms:modified xsi:type="dcterms:W3CDTF">2017-05-23T09:49:00Z</dcterms:modified>
</cp:coreProperties>
</file>